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648B5A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C75739" w:rsidRPr="00C75739">
        <w:rPr>
          <w:rFonts w:ascii="Segoe UI" w:hAnsi="Segoe UI" w:cs="Segoe UI"/>
          <w:b/>
          <w:bCs/>
          <w:color w:val="242424"/>
          <w:shd w:val="clear" w:color="auto" w:fill="FFFFFF"/>
        </w:rPr>
        <w:t xml:space="preserve"> </w:t>
      </w:r>
      <w:r w:rsidR="00C75739">
        <w:rPr>
          <w:rFonts w:ascii="Segoe UI" w:hAnsi="Segoe UI" w:cs="Segoe UI"/>
          <w:b/>
          <w:bCs/>
          <w:color w:val="242424"/>
          <w:shd w:val="clear" w:color="auto" w:fill="FFFFFF"/>
        </w:rPr>
        <w:t xml:space="preserve"> 22-G00</w:t>
      </w:r>
      <w:r w:rsidR="00D84EB8">
        <w:rPr>
          <w:rFonts w:ascii="Segoe UI" w:hAnsi="Segoe UI" w:cs="Segoe UI"/>
          <w:b/>
          <w:bCs/>
          <w:color w:val="242424"/>
          <w:shd w:val="clear" w:color="auto" w:fill="FFFFFF"/>
        </w:rPr>
        <w:t>3</w:t>
      </w:r>
      <w:r w:rsidR="00C75739">
        <w:rPr>
          <w:rFonts w:ascii="Segoe UI" w:hAnsi="Segoe UI" w:cs="Segoe UI"/>
          <w:b/>
          <w:bCs/>
          <w:color w:val="242424"/>
          <w:shd w:val="clear" w:color="auto" w:fill="FFFFFF"/>
        </w:rPr>
        <w:t>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8571524" w:rsidR="00B0293A" w:rsidRPr="00781C4F" w:rsidRDefault="00D84EB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02/04</w:t>
            </w:r>
            <w:r w:rsidR="00E205CE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ACF670F" w:rsidR="00B0293A" w:rsidRPr="00781C4F" w:rsidRDefault="00D84EB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08/04/2025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63C0D92" w:rsidR="00B0293A" w:rsidRPr="00781C4F" w:rsidRDefault="00D84EB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10/04/2025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F4222F1" w:rsidR="00B0293A" w:rsidRPr="00781C4F" w:rsidRDefault="00D84EB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E205CE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E205CE">
              <w:rPr>
                <w:rFonts w:ascii="Calibri" w:hAnsi="Calibri"/>
                <w:szCs w:val="20"/>
              </w:rPr>
              <w:t>4/2</w:t>
            </w:r>
            <w:r>
              <w:rPr>
                <w:rFonts w:ascii="Calibri" w:hAnsi="Calibri"/>
                <w:szCs w:val="20"/>
              </w:rPr>
              <w:t>025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3C34337" w:rsidR="00B0293A" w:rsidRPr="00781C4F" w:rsidRDefault="006574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14/04/2025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6CEEA5C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D03CB3C" w:rsidR="00B0293A" w:rsidRPr="00781C4F" w:rsidRDefault="00E205C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574D5">
              <w:rPr>
                <w:rFonts w:ascii="Calibri" w:hAnsi="Calibri"/>
                <w:szCs w:val="20"/>
              </w:rPr>
              <w:t>5/04/2025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F310751" w:rsidR="00B0293A" w:rsidRPr="00781C4F" w:rsidRDefault="006574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29/04/2025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55106D8" w:rsidR="00B0293A" w:rsidRPr="00781C4F" w:rsidRDefault="006574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30/04/2025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15B7247" w:rsidR="00B0293A" w:rsidRPr="00781C4F" w:rsidRDefault="006574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1/04/2025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171C" w14:textId="77777777" w:rsidR="0078061C" w:rsidRDefault="0078061C">
      <w:r>
        <w:separator/>
      </w:r>
    </w:p>
  </w:endnote>
  <w:endnote w:type="continuationSeparator" w:id="0">
    <w:p w14:paraId="1851368C" w14:textId="77777777" w:rsidR="0078061C" w:rsidRDefault="0078061C">
      <w:r>
        <w:continuationSeparator/>
      </w:r>
    </w:p>
  </w:endnote>
  <w:endnote w:type="continuationNotice" w:id="1">
    <w:p w14:paraId="4D07AE33" w14:textId="77777777" w:rsidR="0078061C" w:rsidRDefault="007806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B1673" w:rsidRPr="00BB167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B1673" w:rsidRPr="00BB167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E0A402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84EB8">
      <w:rPr>
        <w:noProof/>
      </w:rPr>
      <w:t>2025-04-02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87A37" w14:textId="77777777" w:rsidR="0078061C" w:rsidRDefault="0078061C">
      <w:r>
        <w:separator/>
      </w:r>
    </w:p>
  </w:footnote>
  <w:footnote w:type="continuationSeparator" w:id="0">
    <w:p w14:paraId="1D5B0B5C" w14:textId="77777777" w:rsidR="0078061C" w:rsidRDefault="0078061C">
      <w:r>
        <w:continuationSeparator/>
      </w:r>
    </w:p>
  </w:footnote>
  <w:footnote w:type="continuationNotice" w:id="1">
    <w:p w14:paraId="5BB40E02" w14:textId="77777777" w:rsidR="0078061C" w:rsidRDefault="007806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665332">
    <w:abstractNumId w:val="1"/>
  </w:num>
  <w:num w:numId="2" w16cid:durableId="1968316353">
    <w:abstractNumId w:val="10"/>
  </w:num>
  <w:num w:numId="3" w16cid:durableId="2067680468">
    <w:abstractNumId w:val="11"/>
  </w:num>
  <w:num w:numId="4" w16cid:durableId="1419063364">
    <w:abstractNumId w:val="4"/>
  </w:num>
  <w:num w:numId="5" w16cid:durableId="1171944662">
    <w:abstractNumId w:val="3"/>
  </w:num>
  <w:num w:numId="6" w16cid:durableId="842359209">
    <w:abstractNumId w:val="7"/>
  </w:num>
  <w:num w:numId="7" w16cid:durableId="1659067127">
    <w:abstractNumId w:val="5"/>
  </w:num>
  <w:num w:numId="8" w16cid:durableId="1368338285">
    <w:abstractNumId w:val="9"/>
  </w:num>
  <w:num w:numId="9" w16cid:durableId="448551026">
    <w:abstractNumId w:val="0"/>
  </w:num>
  <w:num w:numId="10" w16cid:durableId="25831279">
    <w:abstractNumId w:val="8"/>
  </w:num>
  <w:num w:numId="11" w16cid:durableId="1357383773">
    <w:abstractNumId w:val="2"/>
  </w:num>
  <w:num w:numId="12" w16cid:durableId="85053143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C67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4D5"/>
    <w:rsid w:val="00660B8C"/>
    <w:rsid w:val="006620A9"/>
    <w:rsid w:val="00662578"/>
    <w:rsid w:val="006642A2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61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673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739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EB8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5CE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44E2F0F3-C514-457A-89A8-0C800F1D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15F741-EEDC-4FD7-B13A-96C9525E26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196</Words>
  <Characters>1120</Characters>
  <Application>Microsoft Office Word</Application>
  <DocSecurity>0</DocSecurity>
  <Lines>48</Lines>
  <Paragraphs>42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10</cp:revision>
  <cp:lastPrinted>2013-10-18T08:32:00Z</cp:lastPrinted>
  <dcterms:created xsi:type="dcterms:W3CDTF">2020-07-06T12:32:00Z</dcterms:created>
  <dcterms:modified xsi:type="dcterms:W3CDTF">2025-04-02T04:56:00Z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73b50aea4de1299bb6a0f71afbbbcc0301a3d259e77c9442ab4c73d5534d3098</vt:lpwstr>
  </property>
</Properties>
</file>